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附1：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第十五届（2019）光华龙腾奖特别奖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 xml:space="preserve">新中国成立70周年  中国设计70人 </w:t>
      </w:r>
    </w:p>
    <w:p>
      <w:pPr>
        <w:spacing w:line="720" w:lineRule="exact"/>
        <w:jc w:val="center"/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金质奖章</w:t>
      </w:r>
      <w:bookmarkStart w:id="0" w:name="_GoBack"/>
      <w:bookmarkEnd w:id="0"/>
      <w:r>
        <w:rPr>
          <w:rFonts w:hint="eastAsia" w:ascii="微软简标宋" w:hAnsi="微软简标宋" w:eastAsia="微软简标宋" w:cs="微软简标宋"/>
          <w:b/>
          <w:bCs/>
          <w:color w:val="auto"/>
          <w:sz w:val="44"/>
          <w:szCs w:val="44"/>
          <w:lang w:val="en-US" w:eastAsia="zh-CN"/>
        </w:rPr>
        <w:t>提名推荐表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</w:p>
    <w:tbl>
      <w:tblPr>
        <w:tblStyle w:val="2"/>
        <w:tblW w:w="924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994"/>
        <w:gridCol w:w="6"/>
        <w:gridCol w:w="599"/>
        <w:gridCol w:w="786"/>
        <w:gridCol w:w="690"/>
        <w:gridCol w:w="1395"/>
        <w:gridCol w:w="1127"/>
        <w:gridCol w:w="394"/>
        <w:gridCol w:w="19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  别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  族</w:t>
            </w:r>
          </w:p>
        </w:tc>
        <w:tc>
          <w:tcPr>
            <w:tcW w:w="15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024" behindDoc="0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458470</wp:posOffset>
                      </wp:positionV>
                      <wp:extent cx="485775" cy="68389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6838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ascii="仿宋" w:hAnsi="仿宋" w:eastAsia="仿宋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szCs w:val="21"/>
                                    </w:rPr>
                                    <w:t>近期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仿宋" w:hAnsi="仿宋" w:eastAsia="仿宋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szCs w:val="21"/>
                                    </w:rPr>
                                    <w:t>免冠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仿宋" w:hAnsi="仿宋" w:eastAsia="仿宋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szCs w:val="21"/>
                                    </w:rPr>
                                    <w:t>照片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pt;margin-top:36.1pt;height:53.85pt;width:38.25pt;z-index:1024;mso-width-relative:page;mso-height-relative:page;" filled="f" stroked="f" coordsize="21600,21600" o:gfxdata="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/I9TH9cAAAAJAQAADwAAAAAAAAAB&#10;ACAAAAAiAAAAZHJzL2Rvd25yZXYueG1sUEsBAhQAFAAAAAgAh07iQPHMfsqfAQAAFgMAAA4AAAAA&#10;AAAAAQAgAAAAJgEAAGRycy9lMm9Eb2MueG1sUEsFBgAAAAAGAAYAWQEAADc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ascii="仿宋" w:hAnsi="仿宋" w:eastAsia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Cs w:val="21"/>
                              </w:rPr>
                              <w:t>近期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仿宋" w:hAnsi="仿宋" w:eastAsia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Cs w:val="21"/>
                              </w:rPr>
                              <w:t>免冠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仿宋" w:hAnsi="仿宋" w:eastAsia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Cs w:val="21"/>
                              </w:rPr>
                              <w:t>照片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  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360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ind w:firstLine="720" w:firstLineChars="3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日</w:t>
            </w: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0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360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599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通信地址</w:t>
            </w:r>
          </w:p>
        </w:tc>
        <w:tc>
          <w:tcPr>
            <w:tcW w:w="599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  务</w:t>
            </w:r>
          </w:p>
        </w:tc>
        <w:tc>
          <w:tcPr>
            <w:tcW w:w="307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  称</w:t>
            </w:r>
          </w:p>
        </w:tc>
        <w:tc>
          <w:tcPr>
            <w:tcW w:w="15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1599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   机</w:t>
            </w: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E-mail</w:t>
            </w:r>
          </w:p>
        </w:tc>
        <w:tc>
          <w:tcPr>
            <w:tcW w:w="2309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助    理</w:t>
            </w:r>
          </w:p>
        </w:tc>
        <w:tc>
          <w:tcPr>
            <w:tcW w:w="1599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   机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E-mail</w:t>
            </w:r>
          </w:p>
        </w:tc>
        <w:tc>
          <w:tcPr>
            <w:tcW w:w="2309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参评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承诺</w:t>
            </w:r>
          </w:p>
        </w:tc>
        <w:tc>
          <w:tcPr>
            <w:tcW w:w="7906" w:type="dxa"/>
            <w:gridSpan w:val="9"/>
            <w:tcBorders>
              <w:tl2br w:val="nil"/>
              <w:tr2bl w:val="nil"/>
            </w:tcBorders>
            <w:vAlign w:val="top"/>
          </w:tcPr>
          <w:p>
            <w:pPr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我承诺以下申报材料均属个人真实事迹。</w:t>
            </w:r>
          </w:p>
          <w:p>
            <w:pPr>
              <w:spacing w:before="156" w:beforeLines="50" w:after="156" w:afterLines="50"/>
              <w:ind w:firstLine="480" w:firstLineChars="2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参评人签字________________</w:t>
            </w:r>
          </w:p>
          <w:p>
            <w:pPr>
              <w:wordWrap w:val="0"/>
              <w:ind w:firstLine="480" w:firstLineChars="2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推荐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（证明）人意见</w:t>
            </w:r>
          </w:p>
        </w:tc>
        <w:tc>
          <w:tcPr>
            <w:tcW w:w="7906" w:type="dxa"/>
            <w:gridSpan w:val="9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right="420" w:firstLine="4560" w:firstLineChars="19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推荐人签字：</w:t>
            </w:r>
          </w:p>
          <w:p>
            <w:pPr>
              <w:ind w:firstLine="480" w:firstLineChars="2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342" w:type="dxa"/>
            <w:tcBorders>
              <w:tl2br w:val="nil"/>
              <w:tr2bl w:val="nil"/>
            </w:tcBorders>
            <w:vAlign w:val="center"/>
          </w:tcPr>
          <w:p>
            <w:pPr>
              <w:spacing w:before="93" w:beforeLines="3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推荐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（证明）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单位意见</w:t>
            </w:r>
          </w:p>
        </w:tc>
        <w:tc>
          <w:tcPr>
            <w:tcW w:w="7906" w:type="dxa"/>
            <w:gridSpan w:val="9"/>
            <w:tcBorders>
              <w:tl2br w:val="nil"/>
              <w:tr2bl w:val="nil"/>
            </w:tcBorders>
            <w:vAlign w:val="top"/>
          </w:tcPr>
          <w:p>
            <w:pPr>
              <w:spacing w:before="374" w:beforeLines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单位（盖章）</w:t>
            </w: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日</w:t>
            </w:r>
          </w:p>
        </w:tc>
      </w:tr>
    </w:tbl>
    <w:p>
      <w:pPr>
        <w:numPr>
          <w:ilvl w:val="0"/>
          <w:numId w:val="1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本表复制有效，请盖章后与相关参评资料（一式两份）邮寄至光华龙腾奖办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公</w:t>
      </w:r>
      <w:r>
        <w:rPr>
          <w:rFonts w:hint="eastAsia" w:ascii="仿宋" w:hAnsi="仿宋" w:eastAsia="仿宋" w:cs="仿宋"/>
          <w:sz w:val="24"/>
          <w:szCs w:val="24"/>
        </w:rPr>
        <w:t>室。</w:t>
      </w:r>
    </w:p>
    <w:p>
      <w:pPr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光华龙腾奖办公室联系人：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孙海珍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05" w:leftChars="50" w:firstLine="240" w:firstLineChars="1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电话：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15810007797</w:t>
      </w:r>
      <w:r>
        <w:rPr>
          <w:rFonts w:hint="eastAsia" w:ascii="仿宋" w:hAnsi="仿宋" w:eastAsia="仿宋" w:cs="仿宋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05" w:leftChars="50" w:firstLine="240" w:firstLineChars="1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传真：010-83681553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05" w:leftChars="50" w:firstLine="240" w:firstLineChars="100"/>
        <w:textAlignment w:val="auto"/>
        <w:outlineLvl w:val="9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E-mail：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"mailto:top10@ddfddf.org"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Style w:val="4"/>
          <w:rFonts w:hint="eastAsia" w:ascii="仿宋" w:hAnsi="仿宋" w:eastAsia="仿宋" w:cs="仿宋"/>
          <w:sz w:val="24"/>
          <w:szCs w:val="24"/>
        </w:rPr>
        <w:t>top10@ddfddf.org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601@ddfddf.org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05" w:leftChars="50" w:firstLine="240" w:firstLineChars="1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地址：北京市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大兴区金星西路6号兴创大厦1601室\100085</w:t>
      </w:r>
    </w:p>
    <w:p/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00224"/>
    <w:multiLevelType w:val="singleLevel"/>
    <w:tmpl w:val="43B0022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551FB"/>
    <w:rsid w:val="01056AE7"/>
    <w:rsid w:val="086D43F5"/>
    <w:rsid w:val="1C5E6165"/>
    <w:rsid w:val="229C432B"/>
    <w:rsid w:val="330E0B12"/>
    <w:rsid w:val="380B606F"/>
    <w:rsid w:val="423F7B46"/>
    <w:rsid w:val="45C5791B"/>
    <w:rsid w:val="497D17BA"/>
    <w:rsid w:val="4E693B5F"/>
    <w:rsid w:val="50FF7D32"/>
    <w:rsid w:val="51F551FB"/>
    <w:rsid w:val="52BA3D6D"/>
    <w:rsid w:val="59DF50A3"/>
    <w:rsid w:val="635E6157"/>
    <w:rsid w:val="669B5294"/>
    <w:rsid w:val="690C666E"/>
    <w:rsid w:val="6BE62AFC"/>
    <w:rsid w:val="6D535020"/>
    <w:rsid w:val="71D80873"/>
    <w:rsid w:val="7BAB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2018-09-21T06:04:00Z</dcterms:created>
  <dc:creator>海然</dc:creator>
  <cp:lastModifiedBy>海然</cp:lastModifiedBy>
  <dcterms:modified xsi:type="dcterms:W3CDTF">2019-09-19T08:58:31Z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